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D8" w:rsidRDefault="00E62AD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18ED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</w:p>
    <w:p w:rsidR="00E62AD8" w:rsidRPr="001F18ED" w:rsidRDefault="00E62AD8" w:rsidP="000E310E">
      <w:pPr>
        <w:spacing w:before="72" w:after="0" w:line="240" w:lineRule="auto"/>
        <w:ind w:left="2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AD8" w:rsidRDefault="00E62AD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1AAC">
        <w:rPr>
          <w:rFonts w:ascii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Западных Электрических сетях г. Октябрьск</w:t>
      </w:r>
      <w:r w:rsidRPr="006038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AD8" w:rsidRDefault="00E62AD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E62AD8" w:rsidRDefault="00E62AD8" w:rsidP="00936E32">
      <w:pPr>
        <w:spacing w:before="72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ВЛ-0,4 кВ от КТП-106/160 кВА.</w:t>
      </w:r>
    </w:p>
    <w:p w:rsidR="00E62AD8" w:rsidRDefault="00E62AD8" w:rsidP="000E310E">
      <w:pPr>
        <w:spacing w:after="0" w:line="240" w:lineRule="exact"/>
        <w:ind w:firstLine="698"/>
        <w:jc w:val="both"/>
        <w:rPr>
          <w:rFonts w:ascii="Times New Roman" w:hAnsi="Times New Roman" w:cs="Times New Roman"/>
          <w:sz w:val="20"/>
          <w:szCs w:val="20"/>
        </w:rPr>
      </w:pPr>
    </w:p>
    <w:p w:rsidR="00E62AD8" w:rsidRPr="001F18ED" w:rsidRDefault="00E62AD8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 Идентификатор инвестиционного </w:t>
      </w:r>
      <w:r w:rsidRPr="001F18ED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6038AE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 xml:space="preserve">троительство </w:t>
      </w:r>
      <w:r w:rsidRPr="006038AE">
        <w:rPr>
          <w:rFonts w:ascii="Times New Roman" w:hAnsi="Times New Roman" w:cs="Times New Roman"/>
          <w:b/>
          <w:bCs/>
        </w:rPr>
        <w:t xml:space="preserve">внешнего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6038AE">
        <w:rPr>
          <w:rFonts w:ascii="Times New Roman" w:hAnsi="Times New Roman" w:cs="Times New Roman"/>
          <w:b/>
          <w:bCs/>
        </w:rPr>
        <w:t xml:space="preserve">электроснабжения жилого </w:t>
      </w:r>
      <w:r>
        <w:rPr>
          <w:rFonts w:ascii="Times New Roman" w:hAnsi="Times New Roman" w:cs="Times New Roman"/>
          <w:b/>
          <w:bCs/>
        </w:rPr>
        <w:t xml:space="preserve">района </w:t>
      </w:r>
      <w:r w:rsidRPr="006038AE">
        <w:rPr>
          <w:rFonts w:ascii="Times New Roman" w:hAnsi="Times New Roman" w:cs="Times New Roman"/>
          <w:b/>
          <w:bCs/>
        </w:rPr>
        <w:t>в Зап</w:t>
      </w:r>
      <w:r>
        <w:rPr>
          <w:rFonts w:ascii="Times New Roman" w:hAnsi="Times New Roman" w:cs="Times New Roman"/>
          <w:b/>
          <w:bCs/>
        </w:rPr>
        <w:t>адных Электрических сетях г.о. Октябрьск</w:t>
      </w:r>
      <w:r w:rsidRPr="006038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Реконструкция ВЛ-0,4кВ от КТП-106/160кВА.</w:t>
      </w:r>
    </w:p>
    <w:p w:rsidR="00E62AD8" w:rsidRPr="001F18ED" w:rsidRDefault="00E62AD8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инвестиционного проекта:</w:t>
      </w:r>
    </w:p>
    <w:p w:rsidR="00E62AD8" w:rsidRPr="001F18ED" w:rsidRDefault="00E62AD8" w:rsidP="000E310E">
      <w:pPr>
        <w:spacing w:after="0" w:line="240" w:lineRule="auto"/>
        <w:ind w:left="9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38AE">
        <w:rPr>
          <w:rFonts w:ascii="Times New Roman" w:hAnsi="Times New Roman" w:cs="Times New Roman"/>
          <w:b/>
          <w:bCs/>
          <w:sz w:val="24"/>
          <w:szCs w:val="24"/>
        </w:rPr>
        <w:t>проекта: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5A96">
        <w:rPr>
          <w:rFonts w:ascii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62AD8" w:rsidRPr="001F18ED" w:rsidRDefault="00E62AD8" w:rsidP="00567910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6038AE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67910">
        <w:rPr>
          <w:rFonts w:ascii="Times New Roman" w:hAnsi="Times New Roman" w:cs="Times New Roman"/>
          <w:sz w:val="24"/>
          <w:szCs w:val="24"/>
        </w:rPr>
        <w:t>Реконструкция объектов электрос</w:t>
      </w:r>
      <w:r>
        <w:rPr>
          <w:rFonts w:ascii="Times New Roman" w:hAnsi="Times New Roman" w:cs="Times New Roman"/>
          <w:sz w:val="24"/>
          <w:szCs w:val="24"/>
        </w:rPr>
        <w:t>етевого хозяйства в г.о. Октябрьск</w:t>
      </w:r>
      <w:r w:rsidRPr="00567910">
        <w:rPr>
          <w:rFonts w:ascii="Times New Roman" w:hAnsi="Times New Roman" w:cs="Times New Roman"/>
          <w:sz w:val="24"/>
          <w:szCs w:val="24"/>
        </w:rPr>
        <w:t>, в целях обеспечения надежности</w:t>
      </w:r>
      <w:r>
        <w:rPr>
          <w:rFonts w:ascii="Times New Roman" w:hAnsi="Times New Roman" w:cs="Times New Roman"/>
          <w:sz w:val="24"/>
          <w:szCs w:val="24"/>
        </w:rPr>
        <w:t xml:space="preserve"> электроснабжения ВЛ-0,4 кВ от КТП-106</w:t>
      </w:r>
    </w:p>
    <w:p w:rsidR="00E62AD8" w:rsidRPr="001F18ED" w:rsidRDefault="00E62AD8" w:rsidP="000E310E">
      <w:pPr>
        <w:spacing w:after="0" w:line="240" w:lineRule="auto"/>
        <w:ind w:left="950" w:right="1843"/>
        <w:jc w:val="both"/>
        <w:rPr>
          <w:rFonts w:ascii="Times New Roman" w:hAnsi="Times New Roman" w:cs="Times New Roman"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Этапы:</w:t>
      </w:r>
      <w:r w:rsidRPr="001F18ED">
        <w:rPr>
          <w:rFonts w:ascii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AD8" w:rsidRPr="008F2D7D" w:rsidRDefault="00E62AD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D7D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проекта: 20</w:t>
      </w:r>
      <w:r>
        <w:rPr>
          <w:rFonts w:ascii="Times New Roman" w:hAnsi="Times New Roman" w:cs="Times New Roman"/>
          <w:b/>
          <w:bCs/>
          <w:sz w:val="24"/>
          <w:szCs w:val="24"/>
        </w:rPr>
        <w:t>23г</w:t>
      </w:r>
      <w:r w:rsidRPr="008F2D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62AD8" w:rsidRPr="001F18ED" w:rsidRDefault="00E62AD8" w:rsidP="000E310E">
      <w:pPr>
        <w:spacing w:after="0" w:line="240" w:lineRule="auto"/>
        <w:ind w:left="950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AD8" w:rsidRPr="001F18ED" w:rsidRDefault="00E62AD8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hAnsi="Times New Roman" w:cs="Times New Roman"/>
          <w:sz w:val="24"/>
          <w:szCs w:val="24"/>
        </w:rPr>
        <w:br/>
        <w:t>эффективности:</w:t>
      </w:r>
    </w:p>
    <w:p w:rsidR="00E62AD8" w:rsidRPr="001F18ED" w:rsidRDefault="00E62A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конструктивное исполнение линий –  воздушные линии.</w:t>
      </w:r>
    </w:p>
    <w:p w:rsidR="00E62AD8" w:rsidRPr="001F18ED" w:rsidRDefault="00E62A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напряжение – 0,4 </w:t>
      </w:r>
      <w:r w:rsidRPr="001F18ED">
        <w:rPr>
          <w:rFonts w:ascii="Times New Roman" w:hAnsi="Times New Roman" w:cs="Times New Roman"/>
          <w:sz w:val="24"/>
          <w:szCs w:val="24"/>
        </w:rPr>
        <w:t>кВ;</w:t>
      </w:r>
    </w:p>
    <w:p w:rsidR="00E62AD8" w:rsidRDefault="00E62A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марка провода – СИП-2; </w:t>
      </w:r>
    </w:p>
    <w:p w:rsidR="00E62AD8" w:rsidRDefault="00E62A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линии –  0,045 км.</w:t>
      </w:r>
    </w:p>
    <w:p w:rsidR="00E62AD8" w:rsidRDefault="00E62A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Pr="001653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653B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 1 шт. ;</w:t>
      </w:r>
    </w:p>
    <w:p w:rsidR="00E62AD8" w:rsidRPr="001F18ED" w:rsidRDefault="00E62AD8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силовых трансформаторов – 0,16 МВА</w:t>
      </w:r>
    </w:p>
    <w:p w:rsidR="00E62AD8" w:rsidRPr="001F18ED" w:rsidRDefault="00E62A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hAnsi="Times New Roman" w:cs="Times New Roman"/>
          <w:sz w:val="24"/>
          <w:szCs w:val="24"/>
        </w:rPr>
        <w:br/>
        <w:t>инвестиционной программы):</w:t>
      </w:r>
    </w:p>
    <w:p w:rsidR="00E62AD8" w:rsidRPr="00CE0B69" w:rsidRDefault="00E62AD8" w:rsidP="000E310E">
      <w:pPr>
        <w:spacing w:after="0" w:line="240" w:lineRule="auto"/>
        <w:ind w:left="9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</w:t>
      </w:r>
      <w:r w:rsidRPr="00CE0B69">
        <w:rPr>
          <w:rFonts w:ascii="Times New Roman" w:hAnsi="Times New Roman" w:cs="Times New Roman"/>
          <w:b/>
          <w:bCs/>
          <w:sz w:val="24"/>
          <w:szCs w:val="24"/>
        </w:rPr>
        <w:t xml:space="preserve"> от суммарных показателей инвестиционной программы</w:t>
      </w:r>
    </w:p>
    <w:p w:rsidR="00E62AD8" w:rsidRPr="001F18ED" w:rsidRDefault="00E62A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AD8" w:rsidRPr="001F18ED" w:rsidRDefault="00E62AD8" w:rsidP="000E310E">
      <w:pPr>
        <w:spacing w:after="0" w:line="240" w:lineRule="auto"/>
        <w:ind w:left="950" w:right="-1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hAnsi="Times New Roman" w:cs="Times New Roman"/>
          <w:b/>
          <w:bCs/>
          <w:sz w:val="24"/>
          <w:szCs w:val="24"/>
        </w:rPr>
        <w:t>«Строительство внешнего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электроснабжения жилого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 xml:space="preserve"> в Зап</w:t>
      </w:r>
      <w:r>
        <w:rPr>
          <w:rFonts w:ascii="Times New Roman" w:hAnsi="Times New Roman" w:cs="Times New Roman"/>
          <w:b/>
          <w:bCs/>
          <w:sz w:val="24"/>
          <w:szCs w:val="24"/>
        </w:rPr>
        <w:t>адных Электрических сетях г. Октябрьск</w:t>
      </w:r>
      <w:r w:rsidRPr="003109B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 w:cs="Times New Roman"/>
          <w:sz w:val="24"/>
          <w:szCs w:val="24"/>
        </w:rPr>
        <w:t xml:space="preserve"> замену ВЛ-0,4 кВ в </w:t>
      </w:r>
      <w:r w:rsidRPr="001F18ED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hAnsi="Times New Roman" w:cs="Times New Roman"/>
          <w:sz w:val="24"/>
          <w:szCs w:val="24"/>
        </w:rPr>
        <w:t>года:</w:t>
      </w:r>
    </w:p>
    <w:p w:rsidR="00E62AD8" w:rsidRPr="001F18ED" w:rsidRDefault="00E62AD8" w:rsidP="00BD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 строительство ВЛ-0,4  кВ – 0,04</w:t>
      </w:r>
      <w:r w:rsidRPr="006E48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км, стоимостью </w:t>
      </w:r>
    </w:p>
    <w:p w:rsidR="00E62AD8" w:rsidRPr="001F18ED" w:rsidRDefault="00E62A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E62AD8" w:rsidRPr="001F18ED" w:rsidRDefault="00E62AD8" w:rsidP="000E310E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863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E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F18ED">
        <w:rPr>
          <w:rFonts w:ascii="Times New Roman" w:hAnsi="Times New Roman" w:cs="Times New Roman"/>
          <w:sz w:val="24"/>
          <w:szCs w:val="24"/>
        </w:rPr>
        <w:t>.</w:t>
      </w:r>
    </w:p>
    <w:p w:rsidR="00E62AD8" w:rsidRPr="001F18ED" w:rsidRDefault="00E62AD8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E62AD8" w:rsidRPr="001F18ED" w:rsidRDefault="00E62AD8" w:rsidP="000E310E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62AD8" w:rsidRPr="001F18ED" w:rsidRDefault="00E62AD8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E62AD8" w:rsidRPr="001F18ED" w:rsidRDefault="00E62AD8" w:rsidP="000E310E">
      <w:pPr>
        <w:spacing w:after="0" w:line="240" w:lineRule="auto"/>
        <w:ind w:left="842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hAnsi="Times New Roman" w:cs="Times New Roman"/>
          <w:sz w:val="24"/>
          <w:szCs w:val="24"/>
        </w:rPr>
        <w:br/>
        <w:t xml:space="preserve">программы): </w:t>
      </w:r>
    </w:p>
    <w:p w:rsidR="00E62AD8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62AD8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hAnsi="Times New Roman" w:cs="Times New Roman"/>
          <w:sz w:val="24"/>
          <w:szCs w:val="24"/>
        </w:rPr>
        <w:t>-</w:t>
      </w:r>
      <w:r w:rsidRPr="00713E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E62AD8" w:rsidRPr="001F18ED" w:rsidRDefault="00E62AD8" w:rsidP="000E310E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62AD8" w:rsidRPr="001F18ED" w:rsidRDefault="00E62AD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62AD8" w:rsidRPr="001F18ED" w:rsidRDefault="00E62AD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1F18ED">
        <w:rPr>
          <w:rFonts w:ascii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E62AD8" w:rsidRPr="001F18ED" w:rsidRDefault="00E62AD8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отсутствует</w:t>
      </w:r>
    </w:p>
    <w:p w:rsidR="00E62AD8" w:rsidRPr="001F18ED" w:rsidRDefault="00E62AD8" w:rsidP="000E310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E62AD8" w:rsidRPr="001F18ED" w:rsidRDefault="00E62AD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62AD8" w:rsidRPr="001F18ED" w:rsidRDefault="00E62AD8" w:rsidP="000E310E">
      <w:pPr>
        <w:spacing w:before="58"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E62AD8" w:rsidRDefault="00E62AD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АО «ССК»</w:t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8ED">
        <w:rPr>
          <w:rFonts w:ascii="Times New Roman" w:hAnsi="Times New Roman" w:cs="Times New Roman"/>
          <w:b/>
          <w:bCs/>
          <w:sz w:val="24"/>
          <w:szCs w:val="24"/>
        </w:rPr>
        <w:tab/>
        <w:t>В.С. Мухаметшин</w:t>
      </w:r>
    </w:p>
    <w:p w:rsidR="00E62AD8" w:rsidRDefault="00E62AD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62AD8" w:rsidRDefault="00E62AD8" w:rsidP="000E310E">
      <w:pPr>
        <w:spacing w:before="58" w:after="0" w:line="28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E62AD8" w:rsidRDefault="00E62AD8">
      <w:pPr>
        <w:rPr>
          <w:rFonts w:cs="Times New Roman"/>
        </w:rPr>
      </w:pPr>
    </w:p>
    <w:sectPr w:rsidR="00E62AD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AD8" w:rsidRDefault="00E62A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62AD8" w:rsidRDefault="00E62A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D8" w:rsidRDefault="00E62AD8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E62AD8" w:rsidRDefault="00E62AD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AD8" w:rsidRDefault="00E62A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62AD8" w:rsidRDefault="00E62AD8" w:rsidP="00E45E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10E"/>
    <w:rsid w:val="000E310E"/>
    <w:rsid w:val="001323D5"/>
    <w:rsid w:val="001653B1"/>
    <w:rsid w:val="001F18ED"/>
    <w:rsid w:val="001F4B6D"/>
    <w:rsid w:val="00253E11"/>
    <w:rsid w:val="00280E34"/>
    <w:rsid w:val="00284096"/>
    <w:rsid w:val="003109BB"/>
    <w:rsid w:val="0033644E"/>
    <w:rsid w:val="00353021"/>
    <w:rsid w:val="00384237"/>
    <w:rsid w:val="00450BBA"/>
    <w:rsid w:val="00541558"/>
    <w:rsid w:val="00543ABB"/>
    <w:rsid w:val="00566B37"/>
    <w:rsid w:val="00567910"/>
    <w:rsid w:val="005B60EC"/>
    <w:rsid w:val="006038AE"/>
    <w:rsid w:val="006E028F"/>
    <w:rsid w:val="006E4811"/>
    <w:rsid w:val="006E62B6"/>
    <w:rsid w:val="00713E13"/>
    <w:rsid w:val="00727F9F"/>
    <w:rsid w:val="007A5AEE"/>
    <w:rsid w:val="007C2727"/>
    <w:rsid w:val="007C27C1"/>
    <w:rsid w:val="008634EE"/>
    <w:rsid w:val="008A5BD7"/>
    <w:rsid w:val="008F2D7D"/>
    <w:rsid w:val="00915A96"/>
    <w:rsid w:val="00936E32"/>
    <w:rsid w:val="00951AAC"/>
    <w:rsid w:val="00971BB5"/>
    <w:rsid w:val="00A26960"/>
    <w:rsid w:val="00AA6DB2"/>
    <w:rsid w:val="00AA7678"/>
    <w:rsid w:val="00AD0729"/>
    <w:rsid w:val="00B03897"/>
    <w:rsid w:val="00BC04B1"/>
    <w:rsid w:val="00BD24B2"/>
    <w:rsid w:val="00C42E2F"/>
    <w:rsid w:val="00CA0C7D"/>
    <w:rsid w:val="00CE0B69"/>
    <w:rsid w:val="00D072D7"/>
    <w:rsid w:val="00D71335"/>
    <w:rsid w:val="00DD74E3"/>
    <w:rsid w:val="00DE6F13"/>
    <w:rsid w:val="00E45EB9"/>
    <w:rsid w:val="00E62AD8"/>
    <w:rsid w:val="00F0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10E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310E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1131</Words>
  <Characters>6448</Characters>
  <Application>Microsoft Office Outlook</Application>
  <DocSecurity>0</DocSecurity>
  <Lines>0</Lines>
  <Paragraphs>0</Paragraphs>
  <ScaleCrop>false</ScaleCrop>
  <Company>ЗАО "ССК"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инвестиционного проекта</dc:title>
  <dc:subject/>
  <dc:creator>Участок</dc:creator>
  <cp:keywords/>
  <dc:description/>
  <cp:lastModifiedBy>Петров</cp:lastModifiedBy>
  <cp:revision>2</cp:revision>
  <cp:lastPrinted>2002-06-10T23:17:00Z</cp:lastPrinted>
  <dcterms:created xsi:type="dcterms:W3CDTF">2002-06-10T23:33:00Z</dcterms:created>
  <dcterms:modified xsi:type="dcterms:W3CDTF">2002-06-10T23:33:00Z</dcterms:modified>
</cp:coreProperties>
</file>